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FF" w:rsidRPr="009B417F" w:rsidRDefault="00EC75FF" w:rsidP="009B417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C75FF" w:rsidRDefault="00EC75FF" w:rsidP="009B41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25AC">
        <w:rPr>
          <w:rFonts w:ascii="Times New Roman" w:hAnsi="Times New Roman"/>
          <w:b/>
          <w:sz w:val="28"/>
          <w:szCs w:val="28"/>
        </w:rPr>
        <w:t>Шаблон оформления кейса мероприятия</w:t>
      </w:r>
      <w:r w:rsidRPr="009B417F">
        <w:rPr>
          <w:rFonts w:ascii="Times New Roman" w:hAnsi="Times New Roman"/>
          <w:sz w:val="28"/>
          <w:szCs w:val="28"/>
        </w:rPr>
        <w:t xml:space="preserve">, </w:t>
      </w:r>
    </w:p>
    <w:p w:rsidR="00EC75FF" w:rsidRDefault="00EC75FF" w:rsidP="009B41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B417F">
        <w:rPr>
          <w:rFonts w:ascii="Times New Roman" w:hAnsi="Times New Roman"/>
          <w:sz w:val="28"/>
          <w:szCs w:val="28"/>
        </w:rPr>
        <w:t>ров</w:t>
      </w:r>
      <w:r>
        <w:rPr>
          <w:rFonts w:ascii="Times New Roman" w:hAnsi="Times New Roman"/>
          <w:sz w:val="28"/>
          <w:szCs w:val="28"/>
        </w:rPr>
        <w:t xml:space="preserve">едённого </w:t>
      </w:r>
      <w:r w:rsidRPr="009B417F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>региональной стажировочной площадки (РСП)</w:t>
      </w:r>
    </w:p>
    <w:p w:rsidR="00EC75FF" w:rsidRPr="0084798F" w:rsidRDefault="00EC75FF" w:rsidP="009B417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84798F">
        <w:rPr>
          <w:rFonts w:ascii="Times New Roman" w:hAnsi="Times New Roman"/>
          <w:i/>
          <w:sz w:val="28"/>
          <w:szCs w:val="28"/>
          <w:u w:val="single"/>
        </w:rPr>
        <w:t>в 202</w:t>
      </w:r>
      <w:r>
        <w:rPr>
          <w:rFonts w:ascii="Times New Roman" w:hAnsi="Times New Roman"/>
          <w:i/>
          <w:sz w:val="28"/>
          <w:szCs w:val="28"/>
          <w:u w:val="single"/>
        </w:rPr>
        <w:t>2</w:t>
      </w:r>
      <w:r w:rsidRPr="0084798F">
        <w:rPr>
          <w:rFonts w:ascii="Times New Roman" w:hAnsi="Times New Roman"/>
          <w:i/>
          <w:sz w:val="28"/>
          <w:szCs w:val="28"/>
          <w:u w:val="single"/>
        </w:rPr>
        <w:t>/202</w:t>
      </w:r>
      <w:r>
        <w:rPr>
          <w:rFonts w:ascii="Times New Roman" w:hAnsi="Times New Roman"/>
          <w:i/>
          <w:sz w:val="28"/>
          <w:szCs w:val="28"/>
          <w:u w:val="single"/>
        </w:rPr>
        <w:t>3</w:t>
      </w:r>
      <w:r w:rsidRPr="0084798F">
        <w:rPr>
          <w:rFonts w:ascii="Times New Roman" w:hAnsi="Times New Roman"/>
          <w:i/>
          <w:sz w:val="28"/>
          <w:szCs w:val="28"/>
          <w:u w:val="single"/>
        </w:rPr>
        <w:t xml:space="preserve"> учебном году</w:t>
      </w:r>
    </w:p>
    <w:p w:rsidR="00EC75FF" w:rsidRDefault="00EC75FF" w:rsidP="00462CF4">
      <w:pPr>
        <w:tabs>
          <w:tab w:val="left" w:pos="39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D63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полугодие </w:t>
      </w:r>
    </w:p>
    <w:p w:rsidR="00EC75FF" w:rsidRDefault="00EC75FF" w:rsidP="007425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858">
        <w:rPr>
          <w:rFonts w:ascii="Times New Roman" w:hAnsi="Times New Roman"/>
          <w:b/>
          <w:sz w:val="28"/>
          <w:szCs w:val="28"/>
        </w:rPr>
        <w:t>Муниципальное образование:</w:t>
      </w:r>
      <w:r>
        <w:rPr>
          <w:rFonts w:ascii="Times New Roman" w:hAnsi="Times New Roman"/>
          <w:sz w:val="28"/>
          <w:szCs w:val="28"/>
        </w:rPr>
        <w:t xml:space="preserve"> г.Орск</w:t>
      </w:r>
    </w:p>
    <w:p w:rsidR="00EC75FF" w:rsidRPr="00D95858" w:rsidRDefault="00EC75FF" w:rsidP="007425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858">
        <w:rPr>
          <w:rFonts w:ascii="Times New Roman" w:hAnsi="Times New Roman"/>
          <w:b/>
          <w:sz w:val="28"/>
          <w:szCs w:val="28"/>
        </w:rPr>
        <w:t>Название образовательной организации: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7ED">
        <w:rPr>
          <w:rFonts w:ascii="Times New Roman" w:hAnsi="Times New Roman"/>
          <w:i/>
          <w:sz w:val="28"/>
          <w:szCs w:val="28"/>
        </w:rPr>
        <w:t>(согласно Уста</w:t>
      </w:r>
      <w:r>
        <w:rPr>
          <w:rFonts w:ascii="Times New Roman" w:hAnsi="Times New Roman"/>
          <w:i/>
          <w:sz w:val="28"/>
          <w:szCs w:val="28"/>
        </w:rPr>
        <w:t xml:space="preserve">ву) </w:t>
      </w:r>
      <w:r w:rsidRPr="00D95858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Муниципальное общеобразовательное автономное учреждение "СОШ № </w:t>
      </w:r>
      <w:smartTag w:uri="urn:schemas-microsoft-com:office:smarttags" w:element="metricconverter">
        <w:smartTagPr>
          <w:attr w:name="ProductID" w:val="49 г"/>
        </w:smartTagPr>
        <w:r w:rsidRPr="00D95858">
          <w:rPr>
            <w:rFonts w:ascii="Times New Roman" w:hAnsi="Times New Roman"/>
            <w:sz w:val="28"/>
            <w:szCs w:val="28"/>
            <w:shd w:val="clear" w:color="auto" w:fill="FFFFFF"/>
          </w:rPr>
          <w:t>49 г</w:t>
        </w:r>
      </w:smartTag>
      <w:r w:rsidRPr="00D95858">
        <w:rPr>
          <w:rFonts w:ascii="Times New Roman" w:hAnsi="Times New Roman"/>
          <w:sz w:val="28"/>
          <w:szCs w:val="28"/>
          <w:shd w:val="clear" w:color="auto" w:fill="FFFFFF"/>
        </w:rPr>
        <w:t xml:space="preserve">. Орска" имени "60-летия Победы советского народа в Великой Отечественной войне 1941 - </w:t>
      </w:r>
      <w:smartTag w:uri="urn:schemas-microsoft-com:office:smarttags" w:element="metricconverter">
        <w:smartTagPr>
          <w:attr w:name="ProductID" w:val="1945 г"/>
        </w:smartTagPr>
        <w:r w:rsidRPr="00D95858">
          <w:rPr>
            <w:rFonts w:ascii="Times New Roman" w:hAnsi="Times New Roman"/>
            <w:sz w:val="28"/>
            <w:szCs w:val="28"/>
            <w:shd w:val="clear" w:color="auto" w:fill="FFFFFF"/>
          </w:rPr>
          <w:t>1945 г</w:t>
        </w:r>
      </w:smartTag>
      <w:r w:rsidRPr="00D95858">
        <w:rPr>
          <w:rFonts w:ascii="Times New Roman" w:hAnsi="Times New Roman"/>
          <w:sz w:val="28"/>
          <w:szCs w:val="28"/>
          <w:shd w:val="clear" w:color="auto" w:fill="FFFFFF"/>
        </w:rPr>
        <w:t>.г."</w:t>
      </w:r>
    </w:p>
    <w:p w:rsidR="00EC75FF" w:rsidRDefault="00EC75FF" w:rsidP="007425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858">
        <w:rPr>
          <w:rFonts w:ascii="Times New Roman" w:hAnsi="Times New Roman"/>
          <w:b/>
          <w:sz w:val="28"/>
          <w:szCs w:val="28"/>
        </w:rPr>
        <w:t>Название стажировочной площадки: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858">
        <w:rPr>
          <w:rFonts w:ascii="Times New Roman" w:hAnsi="Times New Roman"/>
          <w:sz w:val="28"/>
          <w:szCs w:val="28"/>
        </w:rPr>
        <w:t>«Внедрение инклюзивного обучения как условие реализации образовательных потребностей детей с ОВЗ»</w:t>
      </w:r>
    </w:p>
    <w:p w:rsidR="00EC75FF" w:rsidRPr="009B417F" w:rsidRDefault="00EC75FF" w:rsidP="009B41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11"/>
        <w:gridCol w:w="3417"/>
        <w:gridCol w:w="3780"/>
      </w:tblGrid>
      <w:tr w:rsidR="00EC75FF" w:rsidRPr="00695A91" w:rsidTr="00AA03DB"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Тема и форма проведения мероприятия</w:t>
            </w:r>
          </w:p>
        </w:tc>
        <w:tc>
          <w:tcPr>
            <w:tcW w:w="3417" w:type="dxa"/>
          </w:tcPr>
          <w:p w:rsidR="00EC75FF" w:rsidRPr="00462CF4" w:rsidRDefault="00EC75FF" w:rsidP="00930D1C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 xml:space="preserve">"Логопедическое сопровождение обучающихся с ОВЗ в образовательной организации" </w:t>
            </w:r>
            <w:r w:rsidRPr="00462CF4">
              <w:rPr>
                <w:rFonts w:ascii="Times New Roman" w:hAnsi="Times New Roman"/>
                <w:sz w:val="28"/>
                <w:szCs w:val="28"/>
              </w:rPr>
              <w:t>в дистанционном формате на платформе «Телеграмм»</w:t>
            </w:r>
          </w:p>
          <w:p w:rsidR="00EC75FF" w:rsidRPr="00462CF4" w:rsidRDefault="00EC75FF" w:rsidP="00930D1C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Семинар-практикум</w:t>
            </w:r>
          </w:p>
          <w:p w:rsidR="00EC75FF" w:rsidRPr="00462CF4" w:rsidRDefault="00EC75FF" w:rsidP="00930D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>21.02.2023 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780" w:type="dxa"/>
          </w:tcPr>
          <w:p w:rsidR="00EC75FF" w:rsidRPr="00462CF4" w:rsidRDefault="00EC75FF" w:rsidP="00C945E4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 xml:space="preserve">Тема:    «Организация и проведение праздника для детей с ОВЗ приуроченного ко Дню детства»                                                                               </w:t>
            </w:r>
            <w:r w:rsidRPr="00462CF4">
              <w:rPr>
                <w:rFonts w:ascii="Times New Roman" w:hAnsi="Times New Roman"/>
                <w:sz w:val="28"/>
                <w:szCs w:val="28"/>
              </w:rPr>
              <w:t>в дистанционном формате на платформе «Телеграмм»</w:t>
            </w:r>
          </w:p>
          <w:p w:rsidR="00EC75FF" w:rsidRPr="00462CF4" w:rsidRDefault="00EC75FF" w:rsidP="00C945E4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Семинар-практикум</w:t>
            </w:r>
          </w:p>
          <w:p w:rsidR="00EC75FF" w:rsidRPr="00462CF4" w:rsidRDefault="00EC75FF" w:rsidP="00C945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 xml:space="preserve">25.05.2023  </w:t>
            </w:r>
          </w:p>
        </w:tc>
      </w:tr>
      <w:tr w:rsidR="00EC75FF" w:rsidRPr="00695A91" w:rsidTr="00AA03DB"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3417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Инклюзивное обучение, обучение на дому</w:t>
            </w:r>
          </w:p>
        </w:tc>
        <w:tc>
          <w:tcPr>
            <w:tcW w:w="3780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Инклюзивное обучение, обучение на дому</w:t>
            </w:r>
          </w:p>
        </w:tc>
      </w:tr>
      <w:tr w:rsidR="00EC75FF" w:rsidRPr="00695A91" w:rsidTr="00AA03DB"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Категория участников</w:t>
            </w:r>
          </w:p>
        </w:tc>
        <w:tc>
          <w:tcPr>
            <w:tcW w:w="3417" w:type="dxa"/>
          </w:tcPr>
          <w:p w:rsidR="00EC75FF" w:rsidRPr="0088563D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 xml:space="preserve">Молодые специалисты до 35 лет, со стажем работы до 3-х лет; педагоги наставники, педагоги-логопеды </w:t>
            </w:r>
          </w:p>
        </w:tc>
        <w:tc>
          <w:tcPr>
            <w:tcW w:w="3780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Молодые педагоги, наставники, наставники, воспитатели</w:t>
            </w:r>
          </w:p>
        </w:tc>
      </w:tr>
      <w:tr w:rsidR="00EC75FF" w:rsidRPr="00695A91" w:rsidTr="00AA03DB"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Количество участников</w:t>
            </w:r>
          </w:p>
        </w:tc>
        <w:tc>
          <w:tcPr>
            <w:tcW w:w="3417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3780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EC75FF" w:rsidRPr="00695A91" w:rsidTr="00AA03DB"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Продолжительность мероприятия</w:t>
            </w:r>
          </w:p>
        </w:tc>
        <w:tc>
          <w:tcPr>
            <w:tcW w:w="3417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462CF4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3780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 минут</w:t>
            </w:r>
          </w:p>
        </w:tc>
      </w:tr>
      <w:tr w:rsidR="00EC75FF" w:rsidRPr="00695A91" w:rsidTr="00AA03DB">
        <w:trPr>
          <w:trHeight w:val="443"/>
        </w:trPr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3417" w:type="dxa"/>
          </w:tcPr>
          <w:p w:rsidR="00EC75FF" w:rsidRPr="0088563D" w:rsidRDefault="00EC75FF" w:rsidP="0088563D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>Познакомить молодых педагогов -логопедов, учителей, обучающих детей с ОВЗ  педагогов наставников с формами и методами работы по данному направлению.</w:t>
            </w:r>
          </w:p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EC75FF" w:rsidRPr="00462CF4" w:rsidRDefault="00EC75FF" w:rsidP="00462CF4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Познакомить молодых педагогов, педагогов наставников с формами и методами работы по данному направлению.</w:t>
            </w:r>
          </w:p>
          <w:p w:rsidR="00EC75FF" w:rsidRPr="00462CF4" w:rsidRDefault="00EC75FF" w:rsidP="00930D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C75FF" w:rsidRPr="00695A91" w:rsidTr="00AA03DB"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3417" w:type="dxa"/>
          </w:tcPr>
          <w:p w:rsidR="00EC75FF" w:rsidRPr="0088563D" w:rsidRDefault="00EC75FF" w:rsidP="0088563D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>- создание условий для профессиональной мотивации  педагогов – логопедов, учителей, обучающих детей с ОВЗ  работать с детьми с ОВЗ;</w:t>
            </w:r>
          </w:p>
          <w:p w:rsidR="00EC75FF" w:rsidRPr="0088563D" w:rsidRDefault="00EC75FF" w:rsidP="0088563D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>- расширение представлений педагогов –логопедов, учителей, обучающих детей с ОВЗ  об использовании коррекционно-развивающих технологий</w:t>
            </w:r>
          </w:p>
          <w:p w:rsidR="00EC75FF" w:rsidRPr="0088563D" w:rsidRDefault="00EC75FF" w:rsidP="0088563D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88563D">
              <w:rPr>
                <w:sz w:val="28"/>
                <w:szCs w:val="28"/>
              </w:rPr>
              <w:t xml:space="preserve"> </w:t>
            </w:r>
            <w:r w:rsidRPr="0088563D">
              <w:rPr>
                <w:rFonts w:ascii="Times New Roman" w:hAnsi="Times New Roman"/>
                <w:sz w:val="28"/>
                <w:szCs w:val="28"/>
              </w:rPr>
              <w:t xml:space="preserve">разработка методических рекомендаций для молодых педагогов-логопедов, учителей, обучающих детей с ОВЗ  и педагогов наставников </w:t>
            </w:r>
          </w:p>
          <w:p w:rsidR="00EC75FF" w:rsidRPr="0088563D" w:rsidRDefault="00EC75FF" w:rsidP="008856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8563D">
              <w:rPr>
                <w:rFonts w:ascii="Times New Roman" w:hAnsi="Times New Roman"/>
                <w:sz w:val="28"/>
                <w:szCs w:val="28"/>
              </w:rPr>
              <w:t xml:space="preserve">-представить опыт педагогов  </w:t>
            </w:r>
          </w:p>
        </w:tc>
        <w:tc>
          <w:tcPr>
            <w:tcW w:w="3780" w:type="dxa"/>
          </w:tcPr>
          <w:p w:rsidR="00EC75FF" w:rsidRPr="00462CF4" w:rsidRDefault="00EC75FF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- создание условий для профессиональной мотивации педагогов работать с детьми с ОВЗ;</w:t>
            </w:r>
          </w:p>
          <w:p w:rsidR="00EC75FF" w:rsidRPr="00462CF4" w:rsidRDefault="00EC75FF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- расширение представлений педагогов о воспитание в процессе обучения</w:t>
            </w:r>
          </w:p>
          <w:p w:rsidR="00EC75FF" w:rsidRPr="00462CF4" w:rsidRDefault="00EC75FF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-   разработка методических рекомендаций для молодых педагогов и педагогов наставников </w:t>
            </w:r>
          </w:p>
          <w:p w:rsidR="00EC75FF" w:rsidRPr="00462CF4" w:rsidRDefault="00EC75FF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-представление опыта педагогов  </w:t>
            </w:r>
          </w:p>
        </w:tc>
      </w:tr>
      <w:tr w:rsidR="00EC75FF" w:rsidRPr="00462CF4" w:rsidTr="00D63E0E">
        <w:trPr>
          <w:trHeight w:val="6991"/>
        </w:trPr>
        <w:tc>
          <w:tcPr>
            <w:tcW w:w="2811" w:type="dxa"/>
          </w:tcPr>
          <w:p w:rsidR="00EC75FF" w:rsidRPr="00462CF4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Аннотация мероприятия</w:t>
            </w:r>
          </w:p>
          <w:p w:rsidR="00EC75FF" w:rsidRPr="00462CF4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(основные идеи, этапы, виды активности)</w:t>
            </w: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462CF4" w:rsidRDefault="00EC75FF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dxa"/>
          </w:tcPr>
          <w:p w:rsidR="00EC75FF" w:rsidRPr="0088563D" w:rsidRDefault="00EC75FF" w:rsidP="0088563D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>Основная идея семинара – это распространение педагогического опыта по логопедическому  сопровождению обучающихся с ОВЗ в школе и на дому.</w:t>
            </w:r>
          </w:p>
          <w:p w:rsidR="00EC75FF" w:rsidRPr="0088563D" w:rsidRDefault="00EC75FF" w:rsidP="0088563D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>Этапы: 1. Приветствие участников семинар</w:t>
            </w:r>
          </w:p>
          <w:p w:rsidR="00EC75FF" w:rsidRPr="0088563D" w:rsidRDefault="00EC75FF" w:rsidP="0088563D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-вступительное слово  </w:t>
            </w:r>
          </w:p>
          <w:p w:rsidR="00EC75FF" w:rsidRPr="0088563D" w:rsidRDefault="00EC75FF" w:rsidP="0088563D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>2.Теоретический  блок:</w:t>
            </w:r>
          </w:p>
          <w:p w:rsidR="00EC75FF" w:rsidRPr="0088563D" w:rsidRDefault="00EC75FF" w:rsidP="0088563D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>-принципы  работы педагога –логопеда с обучающимися с ОВЗ</w:t>
            </w:r>
          </w:p>
          <w:p w:rsidR="00EC75FF" w:rsidRPr="0088563D" w:rsidRDefault="00EC75FF" w:rsidP="0088563D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3.Практический блок. Мастер класс. </w:t>
            </w:r>
          </w:p>
          <w:p w:rsidR="00EC75FF" w:rsidRPr="0088563D" w:rsidRDefault="00EC75FF" w:rsidP="0088563D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>4.Заключительная часть</w:t>
            </w:r>
          </w:p>
          <w:p w:rsidR="00EC75FF" w:rsidRPr="0088563D" w:rsidRDefault="00EC75FF" w:rsidP="0088563D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6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Виды активности: Обращение педагогов образовательных организаций за консультациями по работе с детьми с ОВЗ </w:t>
            </w:r>
          </w:p>
          <w:p w:rsidR="00EC75FF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75FF" w:rsidRPr="00AC1360" w:rsidRDefault="00EC75FF" w:rsidP="00AC136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AC1360" w:rsidRDefault="00EC75FF" w:rsidP="00AC136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AC1360" w:rsidRDefault="00EC75FF" w:rsidP="00AC136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AC1360" w:rsidRDefault="00EC75FF" w:rsidP="00AC136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AC1360" w:rsidRDefault="00EC75FF" w:rsidP="00AC136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AC1360" w:rsidRDefault="00EC75FF" w:rsidP="00AC136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75FF" w:rsidRDefault="00EC75FF" w:rsidP="00AC1360">
            <w:pPr>
              <w:tabs>
                <w:tab w:val="left" w:pos="231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C75FF" w:rsidRPr="00AC1360" w:rsidRDefault="00EC75FF" w:rsidP="00AC13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EC75FF" w:rsidRDefault="00EC75FF" w:rsidP="00462CF4">
            <w:pPr>
              <w:spacing w:line="100" w:lineRule="atLeast"/>
              <w:rPr>
                <w:color w:val="111111"/>
                <w:sz w:val="27"/>
                <w:szCs w:val="27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Основная идея семинара – это распространение педагогического опыта о воспитании в процессе обучения детей с ОВЗ(на дому)</w:t>
            </w:r>
            <w:r>
              <w:rPr>
                <w:color w:val="111111"/>
                <w:sz w:val="27"/>
                <w:szCs w:val="27"/>
              </w:rPr>
              <w:t>.</w:t>
            </w:r>
          </w:p>
          <w:p w:rsidR="00EC75FF" w:rsidRDefault="00EC75FF" w:rsidP="00462CF4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Этапы:</w:t>
            </w:r>
          </w:p>
          <w:p w:rsidR="00EC75FF" w:rsidRPr="00174D91" w:rsidRDefault="00EC75FF" w:rsidP="00462CF4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D91">
              <w:rPr>
                <w:rFonts w:ascii="Times New Roman" w:hAnsi="Times New Roman"/>
                <w:sz w:val="28"/>
                <w:szCs w:val="28"/>
              </w:rPr>
              <w:t>Подготовительный этап: Был составлен план проведения семинара, определен круг учебной литературы, подготовлены фрагменты занятий с обучающимися. Дата, время и тема семинара были отправлены по электронной почте участникам семинара</w:t>
            </w:r>
          </w:p>
          <w:p w:rsidR="00EC75FF" w:rsidRPr="00462CF4" w:rsidRDefault="00EC75FF" w:rsidP="00462CF4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1.</w:t>
            </w: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Приветствие участников семинар</w:t>
            </w:r>
          </w:p>
          <w:p w:rsidR="00EC75FF" w:rsidRPr="00462CF4" w:rsidRDefault="00EC75FF" w:rsidP="00462CF4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-вступительное слово  </w:t>
            </w:r>
          </w:p>
          <w:p w:rsidR="00EC75FF" w:rsidRPr="00462CF4" w:rsidRDefault="00EC75FF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2.Теоретический  блок:</w:t>
            </w:r>
          </w:p>
          <w:p w:rsidR="00EC75FF" w:rsidRPr="00462CF4" w:rsidRDefault="00EC75FF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-Проектирование воспитательной задачи урока</w:t>
            </w:r>
          </w:p>
          <w:p w:rsidR="00EC75FF" w:rsidRPr="00462CF4" w:rsidRDefault="00EC75FF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-Принципы формирования содержания обучения</w:t>
            </w:r>
          </w:p>
          <w:p w:rsidR="00EC75FF" w:rsidRPr="00462CF4" w:rsidRDefault="00EC75FF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-Воспитательный потенциал на разных уроках</w:t>
            </w:r>
          </w:p>
          <w:p w:rsidR="00EC75FF" w:rsidRPr="00462CF4" w:rsidRDefault="00EC75FF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3.Практический блок. Мастер класс. </w:t>
            </w:r>
          </w:p>
          <w:p w:rsidR="00EC75FF" w:rsidRPr="00462CF4" w:rsidRDefault="00EC75FF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4.Фрагменты уроков </w:t>
            </w:r>
          </w:p>
          <w:p w:rsidR="00EC75FF" w:rsidRPr="00462CF4" w:rsidRDefault="00EC75FF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5.Заключительная часть</w:t>
            </w:r>
          </w:p>
          <w:p w:rsidR="00EC75FF" w:rsidRDefault="00EC75FF" w:rsidP="00D63E0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Виды активности: Обращение педагогов других образовательных организаций  за консультациями </w:t>
            </w:r>
          </w:p>
          <w:p w:rsidR="00EC75FF" w:rsidRPr="00D63E0E" w:rsidRDefault="00EC75FF" w:rsidP="00D6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5FF" w:rsidRPr="00695A91" w:rsidTr="00AA03DB">
        <w:tc>
          <w:tcPr>
            <w:tcW w:w="2811" w:type="dxa"/>
          </w:tcPr>
          <w:p w:rsidR="00EC75FF" w:rsidRPr="00462CF4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Методический продукт</w:t>
            </w:r>
          </w:p>
        </w:tc>
        <w:tc>
          <w:tcPr>
            <w:tcW w:w="3417" w:type="dxa"/>
          </w:tcPr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Методические рекомендации, видео</w:t>
            </w:r>
            <w:r>
              <w:rPr>
                <w:rFonts w:ascii="Times New Roman" w:hAnsi="Times New Roman"/>
                <w:sz w:val="28"/>
                <w:szCs w:val="28"/>
              </w:rPr>
              <w:t>ролики, презентация</w:t>
            </w:r>
          </w:p>
          <w:p w:rsidR="00EC75FF" w:rsidRPr="00462CF4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EC75FF" w:rsidRPr="00462CF4" w:rsidRDefault="00EC75FF" w:rsidP="00930D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Методические рекомендации, видеофильм</w:t>
            </w:r>
            <w:r>
              <w:rPr>
                <w:rFonts w:ascii="Times New Roman" w:hAnsi="Times New Roman"/>
                <w:sz w:val="28"/>
                <w:szCs w:val="28"/>
              </w:rPr>
              <w:t>, презентация</w:t>
            </w:r>
          </w:p>
        </w:tc>
      </w:tr>
      <w:tr w:rsidR="00EC75FF" w:rsidRPr="00695A91" w:rsidTr="00AA03DB">
        <w:tc>
          <w:tcPr>
            <w:tcW w:w="2811" w:type="dxa"/>
          </w:tcPr>
          <w:p w:rsidR="00EC75FF" w:rsidRPr="00462CF4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Ресурс, на котором размещены материалы мероприятия</w:t>
            </w:r>
          </w:p>
          <w:p w:rsidR="00EC75FF" w:rsidRPr="00462CF4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2CF4">
              <w:rPr>
                <w:rFonts w:ascii="Times New Roman" w:hAnsi="Times New Roman"/>
                <w:i/>
                <w:sz w:val="28"/>
                <w:szCs w:val="28"/>
              </w:rPr>
              <w:t>(активная ссылка)</w:t>
            </w:r>
          </w:p>
        </w:tc>
        <w:tc>
          <w:tcPr>
            <w:tcW w:w="3417" w:type="dxa"/>
          </w:tcPr>
          <w:p w:rsidR="00EC75FF" w:rsidRPr="002B30AE" w:rsidRDefault="00EC75FF" w:rsidP="0088563D">
            <w:pPr>
              <w:spacing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Гугл Диск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C75FF" w:rsidRDefault="00EC75FF" w:rsidP="0088563D">
            <w:pPr>
              <w:spacing w:line="100" w:lineRule="atLeast"/>
              <w:jc w:val="both"/>
              <w:rPr>
                <w:rFonts w:ascii="Times New Roman" w:hAnsi="Times New Roman"/>
                <w:b/>
                <w:sz w:val="24"/>
              </w:rPr>
            </w:pPr>
            <w:hyperlink r:id="rId4" w:history="1">
              <w:r w:rsidRPr="00C9041F">
                <w:rPr>
                  <w:rStyle w:val="Hyperlink"/>
                  <w:rFonts w:ascii="Times New Roman" w:hAnsi="Times New Roman"/>
                  <w:b/>
                  <w:sz w:val="24"/>
                  <w:lang w:eastAsia="hi-IN" w:bidi="hi-IN"/>
                </w:rPr>
                <w:t>https://drive.google.com/drive/folders/10Ip5Ta18vrUzsLjAq1UrqpVd3Pl7P0SO?usp=share_link</w:t>
              </w:r>
            </w:hyperlink>
          </w:p>
          <w:p w:rsidR="00EC75FF" w:rsidRPr="00462CF4" w:rsidRDefault="00EC75FF" w:rsidP="00462CF4">
            <w:pPr>
              <w:spacing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EC75FF" w:rsidRDefault="00EC75FF" w:rsidP="0017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Гугл диск</w:t>
            </w:r>
          </w:p>
          <w:p w:rsidR="00EC75FF" w:rsidRDefault="00EC75FF" w:rsidP="0017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75FF" w:rsidRDefault="00EC75FF" w:rsidP="0017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B903E1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https://drive.google.com/drive/folders/1pdvEwfBaRpFcpAiTxdkRPbMpc92_yo8v?usp=share_link</w:t>
              </w:r>
            </w:hyperlink>
          </w:p>
          <w:p w:rsidR="00EC75FF" w:rsidRPr="00AC1360" w:rsidRDefault="00EC75FF" w:rsidP="0017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5FF" w:rsidRPr="00695A91" w:rsidTr="000B622F">
        <w:tc>
          <w:tcPr>
            <w:tcW w:w="2811" w:type="dxa"/>
          </w:tcPr>
          <w:p w:rsidR="00EC75FF" w:rsidRPr="00695A91" w:rsidRDefault="00EC75FF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 xml:space="preserve">Контактная информация руководителя стажировочной площадки (ФИО  </w:t>
            </w:r>
            <w:r w:rsidRPr="00695A91">
              <w:rPr>
                <w:rFonts w:ascii="Times New Roman" w:hAnsi="Times New Roman"/>
                <w:i/>
                <w:sz w:val="28"/>
                <w:szCs w:val="28"/>
              </w:rPr>
              <w:t>(полностью)</w:t>
            </w: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, должность, контактный телефон, электронная почта)</w:t>
            </w:r>
          </w:p>
        </w:tc>
        <w:tc>
          <w:tcPr>
            <w:tcW w:w="7197" w:type="dxa"/>
            <w:gridSpan w:val="2"/>
          </w:tcPr>
          <w:p w:rsidR="00EC75FF" w:rsidRDefault="00EC75FF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75FF" w:rsidRPr="00462CF4" w:rsidRDefault="00EC75FF" w:rsidP="00462CF4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Новоселецкая Юлия Сергеевна,  заместитель  директора  по НМР МОАУ «СОШ № </w:t>
            </w:r>
            <w:smartTag w:uri="urn:schemas-microsoft-com:office:smarttags" w:element="metricconverter">
              <w:smartTagPr>
                <w:attr w:name="ProductID" w:val="49 г"/>
              </w:smartTagPr>
              <w:r w:rsidRPr="00462CF4">
                <w:rPr>
                  <w:rFonts w:ascii="Times New Roman" w:hAnsi="Times New Roman"/>
                  <w:sz w:val="28"/>
                  <w:szCs w:val="28"/>
                </w:rPr>
                <w:t>49 г</w:t>
              </w:r>
            </w:smartTag>
            <w:r w:rsidRPr="00462CF4">
              <w:rPr>
                <w:rFonts w:ascii="Times New Roman" w:hAnsi="Times New Roman"/>
                <w:sz w:val="28"/>
                <w:szCs w:val="28"/>
              </w:rPr>
              <w:t>. Орска»</w:t>
            </w:r>
          </w:p>
          <w:p w:rsidR="00EC75FF" w:rsidRDefault="00EC75FF" w:rsidP="00462C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тел: 8(3537) 26- 67- 85</w:t>
            </w:r>
          </w:p>
          <w:p w:rsidR="00EC75FF" w:rsidRPr="008B5547" w:rsidRDefault="00EC75FF" w:rsidP="008B5547">
            <w:pPr>
              <w:rPr>
                <w:rFonts w:ascii="Times New Roman" w:hAnsi="Times New Roman"/>
                <w:sz w:val="28"/>
                <w:szCs w:val="28"/>
              </w:rPr>
            </w:pPr>
            <w:r w:rsidRPr="008B5547">
              <w:rPr>
                <w:rFonts w:ascii="Times New Roman" w:hAnsi="Times New Roman"/>
                <w:sz w:val="28"/>
                <w:szCs w:val="28"/>
              </w:rPr>
              <w:t>shkola49orsk@yandex.ru</w:t>
            </w:r>
          </w:p>
        </w:tc>
      </w:tr>
    </w:tbl>
    <w:p w:rsidR="00EC75FF" w:rsidRPr="009B417F" w:rsidRDefault="00EC75FF" w:rsidP="005C5D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C75FF" w:rsidRPr="009B417F" w:rsidSect="0084798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33A"/>
    <w:rsid w:val="00084712"/>
    <w:rsid w:val="00097F07"/>
    <w:rsid w:val="000B622F"/>
    <w:rsid w:val="000D4F11"/>
    <w:rsid w:val="00103EF0"/>
    <w:rsid w:val="00174D91"/>
    <w:rsid w:val="001A454E"/>
    <w:rsid w:val="001C67ED"/>
    <w:rsid w:val="0024433A"/>
    <w:rsid w:val="002B30AE"/>
    <w:rsid w:val="002B57B1"/>
    <w:rsid w:val="0037512C"/>
    <w:rsid w:val="003D5DC7"/>
    <w:rsid w:val="003D6EEF"/>
    <w:rsid w:val="004165D9"/>
    <w:rsid w:val="004463F0"/>
    <w:rsid w:val="00462CF4"/>
    <w:rsid w:val="005B0A74"/>
    <w:rsid w:val="005C5D17"/>
    <w:rsid w:val="005D2347"/>
    <w:rsid w:val="0069090E"/>
    <w:rsid w:val="00695A91"/>
    <w:rsid w:val="006E70C8"/>
    <w:rsid w:val="007425AC"/>
    <w:rsid w:val="00844657"/>
    <w:rsid w:val="0084798F"/>
    <w:rsid w:val="00882E66"/>
    <w:rsid w:val="0088563D"/>
    <w:rsid w:val="008B5547"/>
    <w:rsid w:val="008C3363"/>
    <w:rsid w:val="008E1C50"/>
    <w:rsid w:val="00930D1C"/>
    <w:rsid w:val="009B417F"/>
    <w:rsid w:val="00AA03DB"/>
    <w:rsid w:val="00AC1360"/>
    <w:rsid w:val="00B13F80"/>
    <w:rsid w:val="00B770BB"/>
    <w:rsid w:val="00B903E1"/>
    <w:rsid w:val="00BB3631"/>
    <w:rsid w:val="00C0660A"/>
    <w:rsid w:val="00C9041F"/>
    <w:rsid w:val="00C945E4"/>
    <w:rsid w:val="00CD225B"/>
    <w:rsid w:val="00D519BD"/>
    <w:rsid w:val="00D63E0E"/>
    <w:rsid w:val="00D70AEC"/>
    <w:rsid w:val="00D95858"/>
    <w:rsid w:val="00DA6A87"/>
    <w:rsid w:val="00DE093C"/>
    <w:rsid w:val="00E92067"/>
    <w:rsid w:val="00EC75FF"/>
    <w:rsid w:val="00ED1E63"/>
    <w:rsid w:val="00F72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9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443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4433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433A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C6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7ED"/>
    <w:rPr>
      <w:rFonts w:ascii="Segoe UI" w:hAnsi="Segoe UI" w:cs="Segoe UI"/>
      <w:sz w:val="18"/>
      <w:szCs w:val="18"/>
    </w:rPr>
  </w:style>
  <w:style w:type="paragraph" w:customStyle="1" w:styleId="a">
    <w:name w:val="Абзац списка"/>
    <w:basedOn w:val="Normal"/>
    <w:uiPriority w:val="99"/>
    <w:rsid w:val="00C945E4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pdvEwfBaRpFcpAiTxdkRPbMpc92_yo8v?usp=share_link" TargetMode="External"/><Relationship Id="rId4" Type="http://schemas.openxmlformats.org/officeDocument/2006/relationships/hyperlink" Target="https://drive.google.com/drive/folders/10Ip5Ta18vrUzsLjAq1UrqpVd3Pl7P0SO?usp=shar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3</Pages>
  <Words>661</Words>
  <Characters>3772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оформления кейса мероприятия, </dc:title>
  <dc:subject/>
  <dc:creator>Сергеева НА</dc:creator>
  <cp:keywords/>
  <dc:description/>
  <cp:lastModifiedBy>Ученик</cp:lastModifiedBy>
  <cp:revision>4</cp:revision>
  <cp:lastPrinted>2022-05-30T05:10:00Z</cp:lastPrinted>
  <dcterms:created xsi:type="dcterms:W3CDTF">2023-05-10T05:02:00Z</dcterms:created>
  <dcterms:modified xsi:type="dcterms:W3CDTF">2023-05-10T05:58:00Z</dcterms:modified>
</cp:coreProperties>
</file>